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BA08120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071A8A">
        <w:rPr>
          <w:rFonts w:ascii="Corbel" w:hAnsi="Corbel"/>
          <w:bCs/>
          <w:smallCaps/>
          <w:sz w:val="24"/>
          <w:szCs w:val="24"/>
        </w:rPr>
        <w:t>2020-2023</w:t>
      </w:r>
      <w:r w:rsidR="00DC6D0C" w:rsidRPr="006B3CF3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743604" w14:textId="54346FA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A3DB0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6A3DB0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03C70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FiR/I/FiB/C.2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457A1E8" w:rsidR="0085747A" w:rsidRPr="009C54AE" w:rsidRDefault="006B3CF3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DCEBDC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B2F7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A5C426F" w:rsidR="0085747A" w:rsidRPr="009C54AE" w:rsidRDefault="00941307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3C8430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2F15235" w:rsidR="0085747A" w:rsidRPr="009C54AE" w:rsidRDefault="00F834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FA4466" w14:textId="77777777" w:rsidR="00071A8A" w:rsidRDefault="00F8343D" w:rsidP="00071A8A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6B6685C9" w14:textId="47868071" w:rsidR="0085747A" w:rsidRPr="009C54AE" w:rsidRDefault="00935A49" w:rsidP="00071A8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626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626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CCE669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3EF3016" w:rsidR="00015B8F" w:rsidRPr="009C54AE" w:rsidRDefault="008443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EDCBCF0" w:rsidR="00015B8F" w:rsidRPr="009C54AE" w:rsidRDefault="008443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F88C02" w14:textId="74950390" w:rsidR="00F8343D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C4B40" w:rsidRPr="009C54AE">
        <w:rPr>
          <w:rFonts w:ascii="Corbel" w:hAnsi="Corbel"/>
          <w:b w:val="0"/>
          <w:smallCaps w:val="0"/>
          <w:szCs w:val="24"/>
        </w:rPr>
        <w:t>zaliczenie bez oceny</w:t>
      </w:r>
    </w:p>
    <w:p w14:paraId="13B6B21D" w14:textId="6A09765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4452F927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test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3073C98" w:rsidR="006E1495" w:rsidRPr="009C54AE" w:rsidRDefault="00844376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30B77181" w:rsidR="006E1495" w:rsidRPr="009C54AE" w:rsidRDefault="00844376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90CD74F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CACC504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Kordela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3080C" w14:textId="77777777" w:rsidR="003D7203" w:rsidRDefault="003D7203" w:rsidP="00C16ABF">
      <w:pPr>
        <w:spacing w:after="0" w:line="240" w:lineRule="auto"/>
      </w:pPr>
      <w:r>
        <w:separator/>
      </w:r>
    </w:p>
  </w:endnote>
  <w:endnote w:type="continuationSeparator" w:id="0">
    <w:p w14:paraId="62BD7F35" w14:textId="77777777" w:rsidR="003D7203" w:rsidRDefault="003D72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6C12D" w14:textId="77777777" w:rsidR="003D7203" w:rsidRDefault="003D7203" w:rsidP="00C16ABF">
      <w:pPr>
        <w:spacing w:after="0" w:line="240" w:lineRule="auto"/>
      </w:pPr>
      <w:r>
        <w:separator/>
      </w:r>
    </w:p>
  </w:footnote>
  <w:footnote w:type="continuationSeparator" w:id="0">
    <w:p w14:paraId="73FF428E" w14:textId="77777777" w:rsidR="003D7203" w:rsidRDefault="003D720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A8A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1758"/>
    <w:rsid w:val="00244ABC"/>
    <w:rsid w:val="00245644"/>
    <w:rsid w:val="00247F36"/>
    <w:rsid w:val="002774C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203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45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48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B0"/>
    <w:rsid w:val="006B3CF3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E9E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37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A49"/>
    <w:rsid w:val="00941307"/>
    <w:rsid w:val="009508DF"/>
    <w:rsid w:val="00950DAC"/>
    <w:rsid w:val="00954A07"/>
    <w:rsid w:val="00972A2F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046"/>
    <w:rsid w:val="00A601C8"/>
    <w:rsid w:val="00A60799"/>
    <w:rsid w:val="00A84C85"/>
    <w:rsid w:val="00A97DE1"/>
    <w:rsid w:val="00AB053C"/>
    <w:rsid w:val="00AB2F7A"/>
    <w:rsid w:val="00AD1146"/>
    <w:rsid w:val="00AD27D3"/>
    <w:rsid w:val="00AD66D6"/>
    <w:rsid w:val="00AE1160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128D"/>
    <w:rsid w:val="00C766DF"/>
    <w:rsid w:val="00C94B98"/>
    <w:rsid w:val="00CA2B96"/>
    <w:rsid w:val="00CA5089"/>
    <w:rsid w:val="00CA56E5"/>
    <w:rsid w:val="00CD6897"/>
    <w:rsid w:val="00CE5BAC"/>
    <w:rsid w:val="00CE6EE0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626E2"/>
    <w:rsid w:val="00D74119"/>
    <w:rsid w:val="00D8075B"/>
    <w:rsid w:val="00D847C1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89A905-36B1-4E2E-844E-AFAF730CA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9616B9-4BCA-4057-8DF0-6983127D41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9944DD-F45B-488E-AB8C-91D4E37E7F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7D4399-2A2C-41A3-A44E-C25E0A93D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18</cp:revision>
  <cp:lastPrinted>2019-02-06T12:12:00Z</cp:lastPrinted>
  <dcterms:created xsi:type="dcterms:W3CDTF">2020-10-26T08:48:00Z</dcterms:created>
  <dcterms:modified xsi:type="dcterms:W3CDTF">2021-11-03T04:44:00Z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